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A48" w:rsidRPr="00297A34" w:rsidRDefault="00C87A48" w:rsidP="00AD7697">
      <w:pPr>
        <w:spacing w:line="360" w:lineRule="auto"/>
        <w:jc w:val="center"/>
        <w:rPr>
          <w:b/>
          <w:bCs/>
        </w:rPr>
      </w:pPr>
      <w:r w:rsidRPr="00297A34">
        <w:rPr>
          <w:b/>
          <w:bCs/>
        </w:rPr>
        <w:t>ПЕРЕЧЕНЬ</w:t>
      </w:r>
    </w:p>
    <w:p w:rsidR="00C87A48" w:rsidRPr="0085765E" w:rsidRDefault="00C87A48" w:rsidP="00545C48">
      <w:pPr>
        <w:spacing w:line="360" w:lineRule="auto"/>
        <w:jc w:val="center"/>
        <w:rPr>
          <w:b/>
          <w:bCs/>
        </w:rPr>
      </w:pPr>
      <w:r w:rsidRPr="00297A34">
        <w:rPr>
          <w:b/>
          <w:bCs/>
        </w:rPr>
        <w:t xml:space="preserve">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 </w:t>
      </w:r>
      <w:r w:rsidRPr="004B3ACF">
        <w:rPr>
          <w:b/>
          <w:bCs/>
        </w:rPr>
        <w:t>«</w:t>
      </w:r>
      <w:r w:rsidRPr="00E52449">
        <w:rPr>
          <w:b/>
          <w:bCs/>
        </w:rPr>
        <w:t>О внесении изменени</w:t>
      </w:r>
      <w:r>
        <w:rPr>
          <w:b/>
          <w:bCs/>
        </w:rPr>
        <w:t>я</w:t>
      </w:r>
      <w:r w:rsidRPr="00E52449">
        <w:rPr>
          <w:b/>
          <w:bCs/>
        </w:rPr>
        <w:t xml:space="preserve"> в </w:t>
      </w:r>
      <w:r>
        <w:rPr>
          <w:b/>
          <w:bCs/>
        </w:rPr>
        <w:t xml:space="preserve">статью 5 </w:t>
      </w:r>
      <w:r w:rsidRPr="00E52449">
        <w:rPr>
          <w:b/>
          <w:bCs/>
        </w:rPr>
        <w:t>Закон</w:t>
      </w:r>
      <w:r>
        <w:rPr>
          <w:b/>
          <w:bCs/>
        </w:rPr>
        <w:t>а</w:t>
      </w:r>
      <w:r w:rsidRPr="00E52449">
        <w:rPr>
          <w:b/>
          <w:bCs/>
        </w:rPr>
        <w:t xml:space="preserve"> Новосибирской области «</w:t>
      </w:r>
      <w:r>
        <w:rPr>
          <w:b/>
          <w:bCs/>
        </w:rPr>
        <w:t>О статусе и границах муниципальных образований Новосибирской области</w:t>
      </w:r>
      <w:r w:rsidRPr="00E52449">
        <w:rPr>
          <w:b/>
          <w:bCs/>
        </w:rPr>
        <w:t>»</w:t>
      </w:r>
    </w:p>
    <w:p w:rsidR="00C87A48" w:rsidRPr="00297A34" w:rsidRDefault="00C87A48" w:rsidP="00AD7697">
      <w:pPr>
        <w:spacing w:line="360" w:lineRule="auto"/>
        <w:jc w:val="center"/>
        <w:rPr>
          <w:b/>
          <w:bCs/>
        </w:rPr>
      </w:pPr>
    </w:p>
    <w:p w:rsidR="00C87A48" w:rsidRPr="00297A34" w:rsidRDefault="00C87A48" w:rsidP="00AD7697">
      <w:pPr>
        <w:spacing w:line="360" w:lineRule="auto"/>
        <w:ind w:firstLine="708"/>
        <w:jc w:val="both"/>
      </w:pPr>
    </w:p>
    <w:p w:rsidR="00C87A48" w:rsidRPr="00297A34" w:rsidRDefault="00C87A48" w:rsidP="00AD7697">
      <w:pPr>
        <w:spacing w:line="360" w:lineRule="auto"/>
        <w:ind w:firstLine="708"/>
        <w:jc w:val="both"/>
        <w:rPr>
          <w:b/>
          <w:bCs/>
        </w:rPr>
      </w:pPr>
      <w:r w:rsidRPr="00297A34">
        <w:t xml:space="preserve">Принятие закона Новосибирской </w:t>
      </w:r>
      <w:r w:rsidRPr="00603905">
        <w:t xml:space="preserve">области </w:t>
      </w:r>
      <w:r w:rsidRPr="00545C48">
        <w:t>«О внесении изменени</w:t>
      </w:r>
      <w:r>
        <w:t>я</w:t>
      </w:r>
      <w:r w:rsidRPr="00545C48">
        <w:t xml:space="preserve"> в </w:t>
      </w:r>
      <w:r>
        <w:t xml:space="preserve">статью 5 </w:t>
      </w:r>
      <w:r w:rsidRPr="00545C48">
        <w:t>Закон</w:t>
      </w:r>
      <w:r>
        <w:t>а</w:t>
      </w:r>
      <w:r w:rsidRPr="00545C48">
        <w:t xml:space="preserve"> Новосибирской области «О статусе и границах муниципальных образований Новосибирской области»</w:t>
      </w:r>
      <w:r>
        <w:t xml:space="preserve"> </w:t>
      </w:r>
      <w:r w:rsidRPr="00297A34">
        <w:t>не потребует признания утратившими силу, приостановления, изменения или принятия законов Новосибирской области.</w:t>
      </w:r>
    </w:p>
    <w:p w:rsidR="00C87A48" w:rsidRDefault="00C87A48" w:rsidP="00AD7697">
      <w:pPr>
        <w:spacing w:line="360" w:lineRule="auto"/>
      </w:pPr>
      <w:bookmarkStart w:id="0" w:name="_GoBack"/>
      <w:bookmarkEnd w:id="0"/>
    </w:p>
    <w:sectPr w:rsidR="00C87A48" w:rsidSect="006A713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487C"/>
    <w:rsid w:val="000567C1"/>
    <w:rsid w:val="000E487C"/>
    <w:rsid w:val="001649A7"/>
    <w:rsid w:val="002921DE"/>
    <w:rsid w:val="00297A34"/>
    <w:rsid w:val="003A33A8"/>
    <w:rsid w:val="003D2BC3"/>
    <w:rsid w:val="003E5831"/>
    <w:rsid w:val="004B3ACF"/>
    <w:rsid w:val="004C16DB"/>
    <w:rsid w:val="00545C48"/>
    <w:rsid w:val="00593EDD"/>
    <w:rsid w:val="005F4BED"/>
    <w:rsid w:val="00603905"/>
    <w:rsid w:val="00612990"/>
    <w:rsid w:val="006A7130"/>
    <w:rsid w:val="006B0748"/>
    <w:rsid w:val="006D33CF"/>
    <w:rsid w:val="007E3986"/>
    <w:rsid w:val="0085765E"/>
    <w:rsid w:val="008D42C3"/>
    <w:rsid w:val="008F42E9"/>
    <w:rsid w:val="0090698B"/>
    <w:rsid w:val="00A14549"/>
    <w:rsid w:val="00A259E6"/>
    <w:rsid w:val="00A45FF9"/>
    <w:rsid w:val="00AD7697"/>
    <w:rsid w:val="00BD549F"/>
    <w:rsid w:val="00BD64A7"/>
    <w:rsid w:val="00C30A05"/>
    <w:rsid w:val="00C46E6E"/>
    <w:rsid w:val="00C87A48"/>
    <w:rsid w:val="00CD4F6B"/>
    <w:rsid w:val="00DE6B78"/>
    <w:rsid w:val="00E52449"/>
    <w:rsid w:val="00E6368C"/>
    <w:rsid w:val="00EE712D"/>
    <w:rsid w:val="00F46A27"/>
    <w:rsid w:val="00F71543"/>
    <w:rsid w:val="00FC2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6DB"/>
    <w:rPr>
      <w:rFonts w:eastAsia="Times New Roman" w:cs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D76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5FF9"/>
    <w:rPr>
      <w:rFonts w:eastAsia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87</Words>
  <Characters>500</Characters>
  <Application>Microsoft Office Outlook</Application>
  <DocSecurity>0</DocSecurity>
  <Lines>0</Lines>
  <Paragraphs>0</Paragraphs>
  <ScaleCrop>false</ScaleCrop>
  <Company>АГНОиПНО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Лебедев Сергей Александрович</dc:creator>
  <cp:keywords/>
  <dc:description/>
  <cp:lastModifiedBy>Ноздрюхин </cp:lastModifiedBy>
  <cp:revision>5</cp:revision>
  <cp:lastPrinted>2012-05-17T02:38:00Z</cp:lastPrinted>
  <dcterms:created xsi:type="dcterms:W3CDTF">2013-09-05T09:19:00Z</dcterms:created>
  <dcterms:modified xsi:type="dcterms:W3CDTF">2013-09-05T09:40:00Z</dcterms:modified>
</cp:coreProperties>
</file>